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48" w:rsidRDefault="00ED3D48" w:rsidP="00294EE6"/>
    <w:p w:rsidR="00ED3D48" w:rsidRPr="00750A56" w:rsidRDefault="00750A56" w:rsidP="00750A56">
      <w:pPr>
        <w:jc w:val="center"/>
        <w:rPr>
          <w:rFonts w:ascii="Century Gothic" w:hAnsi="Century Gothic"/>
          <w:b/>
          <w:sz w:val="36"/>
        </w:rPr>
      </w:pPr>
      <w:r w:rsidRPr="00750A56">
        <w:rPr>
          <w:rFonts w:ascii="Century Gothic" w:hAnsi="Century Gothic"/>
          <w:b/>
          <w:sz w:val="36"/>
        </w:rPr>
        <w:t>Teacher Calendar Plan</w:t>
      </w:r>
    </w:p>
    <w:p w:rsidR="00ED3D48" w:rsidRDefault="00ED3D48" w:rsidP="00294EE6"/>
    <w:tbl>
      <w:tblPr>
        <w:tblStyle w:val="TableGrid"/>
        <w:tblW w:w="4867" w:type="pct"/>
        <w:jc w:val="center"/>
        <w:tblInd w:w="-3927" w:type="dxa"/>
        <w:tblBorders>
          <w:top w:val="single" w:sz="18" w:space="0" w:color="ACE1FE" w:themeColor="accent1" w:themeTint="66"/>
          <w:left w:val="single" w:sz="18" w:space="0" w:color="ACE1FE" w:themeColor="accent1" w:themeTint="66"/>
          <w:bottom w:val="single" w:sz="18" w:space="0" w:color="ACE1FE" w:themeColor="accent1" w:themeTint="66"/>
          <w:right w:val="single" w:sz="18" w:space="0" w:color="ACE1FE" w:themeColor="accent1" w:themeTint="66"/>
          <w:insideH w:val="single" w:sz="6" w:space="0" w:color="ACE1FE" w:themeColor="accent1" w:themeTint="66"/>
          <w:insideV w:val="single" w:sz="6" w:space="0" w:color="ACE1FE" w:themeColor="accent1" w:themeTint="66"/>
        </w:tblBorders>
        <w:shd w:val="clear" w:color="auto" w:fill="FFFFFF" w:themeFill="background1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January calendar"/>
      </w:tblPr>
      <w:tblGrid>
        <w:gridCol w:w="3090"/>
        <w:gridCol w:w="2610"/>
        <w:gridCol w:w="2520"/>
        <w:gridCol w:w="2215"/>
        <w:gridCol w:w="2404"/>
      </w:tblGrid>
      <w:tr w:rsidR="00812A7B" w:rsidRPr="004E495B" w:rsidTr="00FB3B3D">
        <w:trPr>
          <w:trHeight w:val="510"/>
          <w:jc w:val="center"/>
        </w:trPr>
        <w:tc>
          <w:tcPr>
            <w:tcW w:w="12839" w:type="dxa"/>
            <w:gridSpan w:val="5"/>
            <w:shd w:val="clear" w:color="auto" w:fill="31B6FD" w:themeFill="accent1"/>
            <w:vAlign w:val="center"/>
          </w:tcPr>
          <w:p w:rsidR="00812A7B" w:rsidRPr="00812A7B" w:rsidRDefault="00812A7B" w:rsidP="00812A7B">
            <w:pPr>
              <w:pStyle w:val="Heading2"/>
              <w:rPr>
                <w:sz w:val="32"/>
              </w:rPr>
            </w:pPr>
            <w:r w:rsidRPr="00812A7B">
              <w:rPr>
                <w:sz w:val="32"/>
              </w:rPr>
              <w:t>January 2012</w:t>
            </w:r>
          </w:p>
          <w:p w:rsidR="00812A7B" w:rsidRPr="00147EC5" w:rsidRDefault="00812A7B" w:rsidP="00812A7B">
            <w:pPr>
              <w:pStyle w:val="Heading2"/>
            </w:pPr>
          </w:p>
        </w:tc>
      </w:tr>
      <w:tr w:rsidR="00FB3B3D" w:rsidRPr="004E495B" w:rsidTr="00FB3B3D">
        <w:trPr>
          <w:trHeight w:val="510"/>
          <w:jc w:val="center"/>
        </w:trPr>
        <w:tc>
          <w:tcPr>
            <w:tcW w:w="3090" w:type="dxa"/>
            <w:shd w:val="clear" w:color="auto" w:fill="31B6FD" w:themeFill="accent1"/>
            <w:vAlign w:val="center"/>
          </w:tcPr>
          <w:p w:rsidR="00812A7B" w:rsidRPr="00147EC5" w:rsidRDefault="00812A7B" w:rsidP="00812A7B">
            <w:pPr>
              <w:pStyle w:val="Heading2"/>
            </w:pPr>
            <w:r>
              <w:t>Monda</w:t>
            </w:r>
            <w:r w:rsidR="00FB3B3D">
              <w:t>y</w:t>
            </w:r>
          </w:p>
        </w:tc>
        <w:tc>
          <w:tcPr>
            <w:tcW w:w="2610" w:type="dxa"/>
            <w:shd w:val="clear" w:color="auto" w:fill="31B6FD" w:themeFill="accent1"/>
            <w:vAlign w:val="center"/>
          </w:tcPr>
          <w:p w:rsidR="00812A7B" w:rsidRPr="00147EC5" w:rsidRDefault="00812A7B" w:rsidP="00FB3B3D">
            <w:pPr>
              <w:pStyle w:val="Heading2"/>
            </w:pPr>
            <w:r>
              <w:t>Tuesday</w:t>
            </w:r>
          </w:p>
        </w:tc>
        <w:tc>
          <w:tcPr>
            <w:tcW w:w="2520" w:type="dxa"/>
            <w:shd w:val="clear" w:color="auto" w:fill="31B6FD" w:themeFill="accent1"/>
            <w:vAlign w:val="center"/>
          </w:tcPr>
          <w:p w:rsidR="00812A7B" w:rsidRPr="00147EC5" w:rsidRDefault="00812A7B" w:rsidP="00812A7B">
            <w:pPr>
              <w:pStyle w:val="Heading2"/>
            </w:pPr>
            <w:r>
              <w:t>Wednesday</w:t>
            </w:r>
          </w:p>
        </w:tc>
        <w:tc>
          <w:tcPr>
            <w:tcW w:w="2215" w:type="dxa"/>
            <w:shd w:val="clear" w:color="auto" w:fill="31B6FD" w:themeFill="accent1"/>
            <w:vAlign w:val="center"/>
          </w:tcPr>
          <w:p w:rsidR="00812A7B" w:rsidRPr="00147EC5" w:rsidRDefault="00812A7B" w:rsidP="00812A7B">
            <w:pPr>
              <w:pStyle w:val="Heading2"/>
            </w:pPr>
            <w:r>
              <w:t>Thursday</w:t>
            </w:r>
          </w:p>
        </w:tc>
        <w:tc>
          <w:tcPr>
            <w:tcW w:w="2404" w:type="dxa"/>
            <w:tcBorders>
              <w:bottom w:val="single" w:sz="6" w:space="0" w:color="ACE1FE" w:themeColor="accent1" w:themeTint="66"/>
            </w:tcBorders>
            <w:shd w:val="clear" w:color="auto" w:fill="31B6FD" w:themeFill="accent1"/>
            <w:vAlign w:val="center"/>
          </w:tcPr>
          <w:p w:rsidR="00812A7B" w:rsidRPr="00147EC5" w:rsidRDefault="00812A7B" w:rsidP="00812A7B">
            <w:pPr>
              <w:pStyle w:val="Heading2"/>
            </w:pPr>
            <w:r>
              <w:t>Friday</w:t>
            </w:r>
          </w:p>
        </w:tc>
      </w:tr>
      <w:tr w:rsidR="00FB3B3D" w:rsidTr="00FB3B3D">
        <w:trPr>
          <w:trHeight w:hRule="exact" w:val="492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:rsidR="00812A7B" w:rsidRPr="00355CB9" w:rsidRDefault="00FB3B3D" w:rsidP="007A2A3F">
            <w:pPr>
              <w:pStyle w:val="Dates"/>
              <w:jc w:val="center"/>
            </w:pPr>
            <w:r>
              <w:t>Day______</w:t>
            </w:r>
            <w:r w:rsidR="007A2A3F">
              <w:t>___</w:t>
            </w:r>
            <w:proofErr w:type="gramStart"/>
            <w:r w:rsidR="007A2A3F">
              <w:t>_</w:t>
            </w:r>
            <w:r>
              <w:t xml:space="preserve">             </w:t>
            </w:r>
            <w:r w:rsidR="00812A7B" w:rsidRPr="00355CB9">
              <w:t>23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812A7B" w:rsidRPr="00355CB9" w:rsidRDefault="00FB3B3D" w:rsidP="00355CB9">
            <w:pPr>
              <w:pStyle w:val="Dates"/>
            </w:pPr>
            <w:r>
              <w:t>Day____</w:t>
            </w:r>
            <w:proofErr w:type="gramStart"/>
            <w:r>
              <w:t xml:space="preserve">_             </w:t>
            </w:r>
            <w:r w:rsidR="00812A7B" w:rsidRPr="00355CB9">
              <w:t>24</w:t>
            </w:r>
            <w:proofErr w:type="gramEnd"/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812A7B" w:rsidRPr="00355CB9" w:rsidRDefault="00FB3B3D" w:rsidP="00355CB9">
            <w:pPr>
              <w:pStyle w:val="Dates"/>
            </w:pPr>
            <w:r>
              <w:t>Day____</w:t>
            </w:r>
            <w:proofErr w:type="gramStart"/>
            <w:r>
              <w:t xml:space="preserve">_             </w:t>
            </w:r>
            <w:r w:rsidR="00812A7B" w:rsidRPr="00355CB9">
              <w:t>25</w:t>
            </w:r>
            <w:proofErr w:type="gramEnd"/>
          </w:p>
        </w:tc>
        <w:tc>
          <w:tcPr>
            <w:tcW w:w="2215" w:type="dxa"/>
            <w:shd w:val="clear" w:color="auto" w:fill="FFFFFF" w:themeFill="background1"/>
            <w:vAlign w:val="center"/>
          </w:tcPr>
          <w:p w:rsidR="00812A7B" w:rsidRPr="00355CB9" w:rsidRDefault="00FB3B3D" w:rsidP="00355CB9">
            <w:pPr>
              <w:pStyle w:val="Dates"/>
            </w:pPr>
            <w:r>
              <w:t>Day_____</w:t>
            </w:r>
            <w:proofErr w:type="gramStart"/>
            <w:r>
              <w:t xml:space="preserve">_             </w:t>
            </w:r>
            <w:r w:rsidR="00812A7B" w:rsidRPr="00355CB9">
              <w:t>26</w:t>
            </w:r>
            <w:proofErr w:type="gramEnd"/>
          </w:p>
        </w:tc>
        <w:tc>
          <w:tcPr>
            <w:tcW w:w="2404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812A7B" w:rsidRPr="00355CB9" w:rsidRDefault="00FB3B3D" w:rsidP="00355CB9">
            <w:pPr>
              <w:pStyle w:val="Dates"/>
            </w:pPr>
            <w:r>
              <w:t>Day_____</w:t>
            </w:r>
            <w:proofErr w:type="gramStart"/>
            <w:r>
              <w:t xml:space="preserve">_             </w:t>
            </w:r>
            <w:r w:rsidR="00812A7B" w:rsidRPr="00355CB9">
              <w:t>27</w:t>
            </w:r>
            <w:proofErr w:type="gramEnd"/>
          </w:p>
        </w:tc>
      </w:tr>
      <w:tr w:rsidR="00FB3B3D" w:rsidTr="00750A56">
        <w:trPr>
          <w:trHeight w:hRule="exact" w:val="2931"/>
          <w:jc w:val="center"/>
        </w:trPr>
        <w:tc>
          <w:tcPr>
            <w:tcW w:w="309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52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215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404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</w:tr>
      <w:tr w:rsidR="00FB3B3D" w:rsidTr="00FB3B3D">
        <w:trPr>
          <w:trHeight w:hRule="exact" w:val="346"/>
          <w:jc w:val="center"/>
        </w:trPr>
        <w:tc>
          <w:tcPr>
            <w:tcW w:w="3090" w:type="dxa"/>
            <w:shd w:val="clear" w:color="auto" w:fill="FFFFFF" w:themeFill="background1"/>
            <w:vAlign w:val="center"/>
          </w:tcPr>
          <w:p w:rsidR="00812A7B" w:rsidRPr="00355CB9" w:rsidRDefault="00FB3B3D" w:rsidP="007A2A3F">
            <w:pPr>
              <w:pStyle w:val="Dates"/>
              <w:jc w:val="left"/>
            </w:pPr>
            <w:r>
              <w:t xml:space="preserve">Day______ </w:t>
            </w:r>
            <w:r w:rsidR="007A2A3F">
              <w:t>_____</w:t>
            </w:r>
            <w:proofErr w:type="gramStart"/>
            <w:r w:rsidR="007A2A3F">
              <w:t>_</w:t>
            </w:r>
            <w:r>
              <w:t xml:space="preserve">            </w:t>
            </w:r>
            <w:r w:rsidR="00812A7B" w:rsidRPr="00355CB9">
              <w:t>30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812A7B" w:rsidRPr="00355CB9" w:rsidRDefault="00FB3B3D" w:rsidP="00355CB9">
            <w:pPr>
              <w:pStyle w:val="Dates"/>
            </w:pPr>
            <w:r>
              <w:t>Day_____</w:t>
            </w:r>
            <w:proofErr w:type="gramStart"/>
            <w:r>
              <w:t xml:space="preserve">_             </w:t>
            </w:r>
            <w:r w:rsidR="00812A7B" w:rsidRPr="00355CB9">
              <w:t>31</w:t>
            </w:r>
            <w:proofErr w:type="gramEnd"/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812A7B" w:rsidRPr="00355CB9" w:rsidRDefault="00812A7B" w:rsidP="00355CB9">
            <w:pPr>
              <w:pStyle w:val="Dates"/>
            </w:pPr>
          </w:p>
        </w:tc>
        <w:tc>
          <w:tcPr>
            <w:tcW w:w="2215" w:type="dxa"/>
            <w:shd w:val="clear" w:color="auto" w:fill="FFFFFF" w:themeFill="background1"/>
            <w:vAlign w:val="center"/>
          </w:tcPr>
          <w:p w:rsidR="00812A7B" w:rsidRPr="00355CB9" w:rsidRDefault="00812A7B" w:rsidP="00355CB9">
            <w:pPr>
              <w:pStyle w:val="Dates"/>
            </w:pPr>
          </w:p>
        </w:tc>
        <w:tc>
          <w:tcPr>
            <w:tcW w:w="2404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812A7B" w:rsidRPr="00355CB9" w:rsidRDefault="00812A7B" w:rsidP="00355CB9">
            <w:pPr>
              <w:pStyle w:val="Dates"/>
            </w:pPr>
          </w:p>
        </w:tc>
      </w:tr>
      <w:tr w:rsidR="00FB3B3D" w:rsidTr="004E5E83">
        <w:trPr>
          <w:trHeight w:hRule="exact" w:val="3714"/>
          <w:jc w:val="center"/>
        </w:trPr>
        <w:tc>
          <w:tcPr>
            <w:tcW w:w="309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520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215" w:type="dxa"/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  <w:tc>
          <w:tcPr>
            <w:tcW w:w="2404" w:type="dxa"/>
            <w:tcBorders>
              <w:top w:val="single" w:sz="6" w:space="0" w:color="ACE1FE" w:themeColor="accent1" w:themeTint="66"/>
              <w:bottom w:val="single" w:sz="18" w:space="0" w:color="ACE1FE" w:themeColor="accent1" w:themeTint="66"/>
            </w:tcBorders>
            <w:shd w:val="clear" w:color="auto" w:fill="FFFFFF" w:themeFill="background1"/>
          </w:tcPr>
          <w:p w:rsidR="00812A7B" w:rsidRPr="00355CB9" w:rsidRDefault="00812A7B" w:rsidP="00355CB9">
            <w:pPr>
              <w:pStyle w:val="Event"/>
            </w:pPr>
          </w:p>
        </w:tc>
      </w:tr>
    </w:tbl>
    <w:p w:rsidR="001559EE" w:rsidRDefault="001559EE" w:rsidP="00294EE6"/>
    <w:p w:rsidR="00B344E3" w:rsidRDefault="00B344E3" w:rsidP="00294EE6"/>
    <w:p w:rsidR="004E5E83" w:rsidRDefault="004E5E83" w:rsidP="00294EE6"/>
    <w:p w:rsidR="004E5E83" w:rsidRDefault="004E5E83" w:rsidP="00294EE6"/>
    <w:p w:rsidR="00B344E3" w:rsidRDefault="00B344E3" w:rsidP="00294EE6"/>
    <w:tbl>
      <w:tblPr>
        <w:tblStyle w:val="TableGrid"/>
        <w:tblW w:w="4937" w:type="pct"/>
        <w:jc w:val="center"/>
        <w:tblInd w:w="-1281" w:type="dxa"/>
        <w:tblBorders>
          <w:top w:val="single" w:sz="18" w:space="0" w:color="ACE1FE" w:themeColor="accent1" w:themeTint="66"/>
          <w:left w:val="single" w:sz="18" w:space="0" w:color="ACE1FE" w:themeColor="accent1" w:themeTint="66"/>
          <w:bottom w:val="single" w:sz="18" w:space="0" w:color="ACE1FE" w:themeColor="accent1" w:themeTint="66"/>
          <w:right w:val="single" w:sz="18" w:space="0" w:color="ACE1FE" w:themeColor="accent1" w:themeTint="66"/>
          <w:insideH w:val="single" w:sz="6" w:space="0" w:color="ACE1FE" w:themeColor="accent1" w:themeTint="66"/>
          <w:insideV w:val="single" w:sz="6" w:space="0" w:color="ACE1FE" w:themeColor="accent1" w:themeTint="66"/>
        </w:tblBorders>
        <w:shd w:val="clear" w:color="auto" w:fill="FFFFFF" w:themeFill="background1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February calendar"/>
      </w:tblPr>
      <w:tblGrid>
        <w:gridCol w:w="2642"/>
        <w:gridCol w:w="2610"/>
        <w:gridCol w:w="2700"/>
        <w:gridCol w:w="2610"/>
        <w:gridCol w:w="2462"/>
      </w:tblGrid>
      <w:tr w:rsidR="007830D9" w:rsidRPr="004E495B" w:rsidTr="00750A56">
        <w:trPr>
          <w:trHeight w:val="351"/>
          <w:jc w:val="center"/>
        </w:trPr>
        <w:tc>
          <w:tcPr>
            <w:tcW w:w="13024" w:type="dxa"/>
            <w:gridSpan w:val="5"/>
            <w:shd w:val="clear" w:color="auto" w:fill="31B6FD" w:themeFill="accent1"/>
            <w:vAlign w:val="center"/>
          </w:tcPr>
          <w:p w:rsidR="007830D9" w:rsidRPr="00147EC5" w:rsidRDefault="007830D9" w:rsidP="00355CB9">
            <w:pPr>
              <w:pStyle w:val="Heading2"/>
            </w:pPr>
            <w:r w:rsidRPr="008655DC">
              <w:rPr>
                <w:sz w:val="28"/>
              </w:rPr>
              <w:t>February 2012</w:t>
            </w:r>
          </w:p>
        </w:tc>
      </w:tr>
      <w:tr w:rsidR="007830D9" w:rsidRPr="004E495B" w:rsidTr="004E5E83">
        <w:trPr>
          <w:trHeight w:val="510"/>
          <w:jc w:val="center"/>
        </w:trPr>
        <w:tc>
          <w:tcPr>
            <w:tcW w:w="2642" w:type="dxa"/>
            <w:shd w:val="clear" w:color="auto" w:fill="31B6FD" w:themeFill="accent1"/>
            <w:vAlign w:val="center"/>
          </w:tcPr>
          <w:p w:rsidR="007830D9" w:rsidRPr="00147EC5" w:rsidRDefault="007830D9" w:rsidP="007830D9">
            <w:pPr>
              <w:pStyle w:val="Heading2"/>
            </w:pPr>
            <w:r>
              <w:t>Monday</w:t>
            </w:r>
          </w:p>
        </w:tc>
        <w:tc>
          <w:tcPr>
            <w:tcW w:w="2610" w:type="dxa"/>
            <w:shd w:val="clear" w:color="auto" w:fill="31B6FD" w:themeFill="accent1"/>
            <w:vAlign w:val="center"/>
          </w:tcPr>
          <w:p w:rsidR="007830D9" w:rsidRPr="00147EC5" w:rsidRDefault="007830D9" w:rsidP="007830D9">
            <w:pPr>
              <w:pStyle w:val="Heading2"/>
            </w:pPr>
            <w:r>
              <w:t>Tuesday</w:t>
            </w:r>
          </w:p>
        </w:tc>
        <w:tc>
          <w:tcPr>
            <w:tcW w:w="2700" w:type="dxa"/>
            <w:shd w:val="clear" w:color="auto" w:fill="31B6FD" w:themeFill="accent1"/>
            <w:vAlign w:val="center"/>
          </w:tcPr>
          <w:p w:rsidR="007830D9" w:rsidRPr="00147EC5" w:rsidRDefault="007830D9" w:rsidP="007830D9">
            <w:pPr>
              <w:pStyle w:val="Heading2"/>
            </w:pPr>
            <w:r>
              <w:t>Wednesday</w:t>
            </w:r>
          </w:p>
        </w:tc>
        <w:tc>
          <w:tcPr>
            <w:tcW w:w="2610" w:type="dxa"/>
            <w:shd w:val="clear" w:color="auto" w:fill="31B6FD" w:themeFill="accent1"/>
            <w:vAlign w:val="center"/>
          </w:tcPr>
          <w:p w:rsidR="007830D9" w:rsidRPr="00147EC5" w:rsidRDefault="007830D9" w:rsidP="007830D9">
            <w:pPr>
              <w:pStyle w:val="Heading2"/>
            </w:pPr>
            <w:r>
              <w:t>Thursday</w:t>
            </w:r>
          </w:p>
        </w:tc>
        <w:tc>
          <w:tcPr>
            <w:tcW w:w="2462" w:type="dxa"/>
            <w:tcBorders>
              <w:bottom w:val="single" w:sz="6" w:space="0" w:color="ACE1FE" w:themeColor="accent1" w:themeTint="66"/>
            </w:tcBorders>
            <w:shd w:val="clear" w:color="auto" w:fill="31B6FD" w:themeFill="accent1"/>
            <w:vAlign w:val="center"/>
          </w:tcPr>
          <w:p w:rsidR="007830D9" w:rsidRPr="00147EC5" w:rsidRDefault="007830D9" w:rsidP="007830D9">
            <w:pPr>
              <w:pStyle w:val="Heading2"/>
            </w:pPr>
            <w:r>
              <w:t>Friday</w:t>
            </w:r>
          </w:p>
        </w:tc>
      </w:tr>
      <w:tr w:rsidR="007830D9" w:rsidTr="004E5E83">
        <w:trPr>
          <w:trHeight w:hRule="exact" w:val="346"/>
          <w:jc w:val="center"/>
        </w:trPr>
        <w:tc>
          <w:tcPr>
            <w:tcW w:w="2642" w:type="dxa"/>
            <w:shd w:val="clear" w:color="auto" w:fill="FFFFFF" w:themeFill="background1"/>
            <w:vAlign w:val="center"/>
          </w:tcPr>
          <w:p w:rsidR="007830D9" w:rsidRPr="00355CB9" w:rsidRDefault="007830D9" w:rsidP="00355CB9">
            <w:pPr>
              <w:pStyle w:val="Dates"/>
            </w:pP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355CB9">
            <w:pPr>
              <w:pStyle w:val="Dates"/>
            </w:pP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7830D9" w:rsidRPr="00355CB9" w:rsidRDefault="00A13717" w:rsidP="008655DC">
            <w:pPr>
              <w:pStyle w:val="Dates"/>
              <w:jc w:val="left"/>
            </w:pPr>
            <w:r>
              <w:t>Day_______</w:t>
            </w:r>
            <w:proofErr w:type="gramStart"/>
            <w:r>
              <w:t xml:space="preserve">_                </w:t>
            </w:r>
            <w:r w:rsidR="007830D9" w:rsidRPr="00355CB9">
              <w:t>1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8655DC">
            <w:pPr>
              <w:pStyle w:val="Dates"/>
              <w:jc w:val="left"/>
            </w:pPr>
            <w:r>
              <w:t>Day_</w:t>
            </w:r>
            <w:r w:rsidR="008655DC">
              <w:t>_______</w:t>
            </w:r>
            <w:proofErr w:type="gramStart"/>
            <w:r w:rsidR="008655DC">
              <w:t xml:space="preserve">_         </w:t>
            </w:r>
            <w:r w:rsidRPr="00355CB9">
              <w:t>2</w:t>
            </w:r>
            <w:proofErr w:type="gramEnd"/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7830D9" w:rsidRPr="00355CB9" w:rsidRDefault="007830D9" w:rsidP="008655DC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8655DC">
              <w:t xml:space="preserve">       </w:t>
            </w:r>
            <w:r w:rsidRPr="00355CB9">
              <w:t>3</w:t>
            </w:r>
            <w:proofErr w:type="gramEnd"/>
          </w:p>
        </w:tc>
      </w:tr>
      <w:tr w:rsidR="007830D9" w:rsidTr="004E5E83">
        <w:trPr>
          <w:trHeight w:hRule="exact" w:val="1509"/>
          <w:jc w:val="center"/>
        </w:trPr>
        <w:tc>
          <w:tcPr>
            <w:tcW w:w="2642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70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</w:tr>
      <w:tr w:rsidR="007830D9" w:rsidTr="004E5E83">
        <w:trPr>
          <w:trHeight w:hRule="exact" w:val="346"/>
          <w:jc w:val="center"/>
        </w:trPr>
        <w:tc>
          <w:tcPr>
            <w:tcW w:w="2642" w:type="dxa"/>
            <w:shd w:val="clear" w:color="auto" w:fill="FFFFFF" w:themeFill="background1"/>
            <w:vAlign w:val="center"/>
          </w:tcPr>
          <w:p w:rsidR="007830D9" w:rsidRPr="00355CB9" w:rsidRDefault="007830D9" w:rsidP="008655DC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             </w:t>
            </w:r>
            <w:r w:rsidRPr="00355CB9">
              <w:t>6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   </w:t>
            </w:r>
            <w:r w:rsidRPr="00355CB9">
              <w:t>7</w:t>
            </w:r>
            <w:proofErr w:type="gramEnd"/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 </w:t>
            </w:r>
            <w:r w:rsidRPr="00355CB9">
              <w:t>8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</w:t>
            </w:r>
            <w:r w:rsidRPr="00355CB9">
              <w:t>9</w:t>
            </w:r>
            <w:proofErr w:type="gramEnd"/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</w:t>
            </w:r>
            <w:r w:rsidRPr="00355CB9">
              <w:t>10</w:t>
            </w:r>
            <w:proofErr w:type="gramEnd"/>
          </w:p>
        </w:tc>
      </w:tr>
      <w:tr w:rsidR="007830D9" w:rsidTr="00750A56">
        <w:trPr>
          <w:trHeight w:hRule="exact" w:val="1599"/>
          <w:jc w:val="center"/>
        </w:trPr>
        <w:tc>
          <w:tcPr>
            <w:tcW w:w="2642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70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</w:tr>
      <w:tr w:rsidR="007830D9" w:rsidTr="004E5E83">
        <w:trPr>
          <w:trHeight w:hRule="exact" w:val="346"/>
          <w:jc w:val="center"/>
        </w:trPr>
        <w:tc>
          <w:tcPr>
            <w:tcW w:w="2642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</w:t>
            </w:r>
            <w:bookmarkStart w:id="0" w:name="_GoBack"/>
            <w:bookmarkEnd w:id="0"/>
            <w:r w:rsidR="00A13717">
              <w:t xml:space="preserve">              </w:t>
            </w:r>
            <w:r w:rsidRPr="00355CB9">
              <w:t>13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 </w:t>
            </w:r>
            <w:r w:rsidRPr="00355CB9">
              <w:t>14</w:t>
            </w:r>
            <w:proofErr w:type="gramEnd"/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</w:t>
            </w:r>
            <w:r w:rsidRPr="00355CB9">
              <w:t>15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A13717" w:rsidP="00A13717">
            <w:pPr>
              <w:pStyle w:val="Dates"/>
              <w:jc w:val="left"/>
            </w:pPr>
            <w:r>
              <w:t xml:space="preserve"> </w:t>
            </w:r>
            <w:r w:rsidR="007830D9">
              <w:t>Day____</w:t>
            </w:r>
            <w:proofErr w:type="gramStart"/>
            <w:r w:rsidR="007830D9">
              <w:t>_</w:t>
            </w:r>
            <w:r>
              <w:t xml:space="preserve">              </w:t>
            </w:r>
            <w:r w:rsidR="007830D9" w:rsidRPr="00355CB9">
              <w:t>16</w:t>
            </w:r>
            <w:proofErr w:type="gramEnd"/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</w:t>
            </w:r>
            <w:proofErr w:type="gramStart"/>
            <w:r>
              <w:t>_</w:t>
            </w:r>
            <w:r w:rsidR="00A13717">
              <w:t xml:space="preserve">            </w:t>
            </w:r>
            <w:r w:rsidRPr="00355CB9">
              <w:t>17</w:t>
            </w:r>
            <w:proofErr w:type="gramEnd"/>
          </w:p>
        </w:tc>
      </w:tr>
      <w:tr w:rsidR="007830D9" w:rsidTr="00750A56">
        <w:trPr>
          <w:trHeight w:hRule="exact" w:val="1995"/>
          <w:jc w:val="center"/>
        </w:trPr>
        <w:tc>
          <w:tcPr>
            <w:tcW w:w="2642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65023">
            <w:pPr>
              <w:pStyle w:val="Event"/>
            </w:pPr>
          </w:p>
        </w:tc>
        <w:tc>
          <w:tcPr>
            <w:tcW w:w="270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</w:tr>
      <w:tr w:rsidR="007830D9" w:rsidTr="004E5E83">
        <w:trPr>
          <w:trHeight w:hRule="exact" w:val="537"/>
          <w:jc w:val="center"/>
        </w:trPr>
        <w:tc>
          <w:tcPr>
            <w:tcW w:w="2642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         </w:t>
            </w:r>
            <w:r w:rsidRPr="00355CB9">
              <w:t>20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 </w:t>
            </w:r>
            <w:r w:rsidRPr="00355CB9">
              <w:t>21</w:t>
            </w:r>
            <w:proofErr w:type="gramEnd"/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Day___________</w:t>
            </w:r>
            <w:proofErr w:type="gramStart"/>
            <w:r>
              <w:t>_</w:t>
            </w:r>
            <w:r w:rsidR="00A13717">
              <w:t xml:space="preserve">      </w:t>
            </w:r>
            <w:r w:rsidRPr="00355CB9">
              <w:t>22</w:t>
            </w:r>
            <w:proofErr w:type="gramEnd"/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Day_______</w:t>
            </w:r>
            <w:proofErr w:type="gramStart"/>
            <w:r>
              <w:t>_</w:t>
            </w:r>
            <w:r w:rsidR="00A13717">
              <w:t xml:space="preserve">         </w:t>
            </w:r>
            <w:r w:rsidRPr="00355CB9">
              <w:t>23</w:t>
            </w:r>
            <w:proofErr w:type="gramEnd"/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  <w:vAlign w:val="center"/>
          </w:tcPr>
          <w:p w:rsidR="007830D9" w:rsidRPr="00355CB9" w:rsidRDefault="007830D9" w:rsidP="00A13717">
            <w:pPr>
              <w:pStyle w:val="Dates"/>
              <w:jc w:val="left"/>
            </w:pPr>
            <w:r>
              <w:t>Day______</w:t>
            </w:r>
            <w:proofErr w:type="gramStart"/>
            <w:r>
              <w:t>_</w:t>
            </w:r>
            <w:r w:rsidR="00A13717">
              <w:t xml:space="preserve">            </w:t>
            </w:r>
            <w:r w:rsidRPr="00355CB9">
              <w:t>24</w:t>
            </w:r>
            <w:proofErr w:type="gramEnd"/>
          </w:p>
        </w:tc>
      </w:tr>
      <w:tr w:rsidR="007830D9" w:rsidTr="00750A56">
        <w:trPr>
          <w:trHeight w:hRule="exact" w:val="2139"/>
          <w:jc w:val="center"/>
        </w:trPr>
        <w:tc>
          <w:tcPr>
            <w:tcW w:w="2642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  <w:r>
              <w:t>President’s Day</w:t>
            </w: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B344E3">
            <w:pPr>
              <w:pStyle w:val="Event"/>
              <w:jc w:val="center"/>
            </w:pPr>
          </w:p>
        </w:tc>
        <w:tc>
          <w:tcPr>
            <w:tcW w:w="270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610" w:type="dxa"/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  <w:tc>
          <w:tcPr>
            <w:tcW w:w="2462" w:type="dxa"/>
            <w:tcBorders>
              <w:top w:val="single" w:sz="6" w:space="0" w:color="ACE1FE" w:themeColor="accent1" w:themeTint="66"/>
              <w:bottom w:val="single" w:sz="6" w:space="0" w:color="ACE1FE" w:themeColor="accent1" w:themeTint="66"/>
            </w:tcBorders>
            <w:shd w:val="clear" w:color="auto" w:fill="FFFFFF" w:themeFill="background1"/>
          </w:tcPr>
          <w:p w:rsidR="007830D9" w:rsidRPr="00355CB9" w:rsidRDefault="007830D9" w:rsidP="00355CB9">
            <w:pPr>
              <w:pStyle w:val="Event"/>
            </w:pPr>
          </w:p>
        </w:tc>
      </w:tr>
    </w:tbl>
    <w:p w:rsidR="00323A11" w:rsidRDefault="00323A11" w:rsidP="004E5E83"/>
    <w:sectPr w:rsidR="00323A11" w:rsidSect="00750A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83" w:rsidRDefault="004E5E83" w:rsidP="00294EE6">
      <w:r>
        <w:separator/>
      </w:r>
    </w:p>
  </w:endnote>
  <w:endnote w:type="continuationSeparator" w:id="0">
    <w:p w:rsidR="004E5E83" w:rsidRDefault="004E5E83" w:rsidP="0029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83" w:rsidRDefault="004E5E83" w:rsidP="00294EE6">
      <w:r>
        <w:separator/>
      </w:r>
    </w:p>
  </w:footnote>
  <w:footnote w:type="continuationSeparator" w:id="0">
    <w:p w:rsidR="004E5E83" w:rsidRDefault="004E5E83" w:rsidP="00294E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83" w:rsidRDefault="004E5E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 style="mso-position-horizontal:center;mso-position-horizontal-relative:margin;mso-position-vertical:center;mso-position-vertical-relative:margin" fillcolor="none [1940]" strokecolor="none [1940]">
      <v:fill color="none [1940]"/>
      <v:stroke color="none [1940]" weight="10pt" linestyle="thinThin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7B"/>
    <w:rsid w:val="000036D0"/>
    <w:rsid w:val="000077F9"/>
    <w:rsid w:val="00007FBC"/>
    <w:rsid w:val="00015938"/>
    <w:rsid w:val="0003226B"/>
    <w:rsid w:val="000341B3"/>
    <w:rsid w:val="00037B17"/>
    <w:rsid w:val="0004554A"/>
    <w:rsid w:val="00047656"/>
    <w:rsid w:val="00065F7F"/>
    <w:rsid w:val="000661D1"/>
    <w:rsid w:val="000778DE"/>
    <w:rsid w:val="00094898"/>
    <w:rsid w:val="000A2E81"/>
    <w:rsid w:val="000B1ECE"/>
    <w:rsid w:val="000C17DD"/>
    <w:rsid w:val="000D2CF5"/>
    <w:rsid w:val="000E2D9D"/>
    <w:rsid w:val="000E44AD"/>
    <w:rsid w:val="000F61D4"/>
    <w:rsid w:val="0010143A"/>
    <w:rsid w:val="0010174A"/>
    <w:rsid w:val="00136682"/>
    <w:rsid w:val="00144E2D"/>
    <w:rsid w:val="00147EC5"/>
    <w:rsid w:val="0015108D"/>
    <w:rsid w:val="001559EE"/>
    <w:rsid w:val="00171E30"/>
    <w:rsid w:val="00180B6C"/>
    <w:rsid w:val="00185B83"/>
    <w:rsid w:val="001869B7"/>
    <w:rsid w:val="00186F29"/>
    <w:rsid w:val="001A4636"/>
    <w:rsid w:val="001C74DE"/>
    <w:rsid w:val="001D59AD"/>
    <w:rsid w:val="001E01B6"/>
    <w:rsid w:val="001F5FB4"/>
    <w:rsid w:val="001F74C2"/>
    <w:rsid w:val="00223403"/>
    <w:rsid w:val="0022624A"/>
    <w:rsid w:val="00231E0E"/>
    <w:rsid w:val="00255123"/>
    <w:rsid w:val="002623E0"/>
    <w:rsid w:val="002710C6"/>
    <w:rsid w:val="00271C01"/>
    <w:rsid w:val="00276D53"/>
    <w:rsid w:val="002874A6"/>
    <w:rsid w:val="00290944"/>
    <w:rsid w:val="00294EE6"/>
    <w:rsid w:val="002B0330"/>
    <w:rsid w:val="002C52B5"/>
    <w:rsid w:val="002D5673"/>
    <w:rsid w:val="002F1A47"/>
    <w:rsid w:val="002F3BCA"/>
    <w:rsid w:val="003044F4"/>
    <w:rsid w:val="0031055A"/>
    <w:rsid w:val="00312DF4"/>
    <w:rsid w:val="00323665"/>
    <w:rsid w:val="00323A11"/>
    <w:rsid w:val="00337DA5"/>
    <w:rsid w:val="003400D3"/>
    <w:rsid w:val="003447AE"/>
    <w:rsid w:val="00355CB9"/>
    <w:rsid w:val="00356EA8"/>
    <w:rsid w:val="00356EF0"/>
    <w:rsid w:val="00365023"/>
    <w:rsid w:val="00372D4B"/>
    <w:rsid w:val="003758A8"/>
    <w:rsid w:val="00377740"/>
    <w:rsid w:val="00380B42"/>
    <w:rsid w:val="003B7B72"/>
    <w:rsid w:val="003C5521"/>
    <w:rsid w:val="003F3A04"/>
    <w:rsid w:val="003F4EFC"/>
    <w:rsid w:val="003F5A14"/>
    <w:rsid w:val="00401C36"/>
    <w:rsid w:val="00401C5A"/>
    <w:rsid w:val="0040731F"/>
    <w:rsid w:val="004143A6"/>
    <w:rsid w:val="00421A07"/>
    <w:rsid w:val="00442CB4"/>
    <w:rsid w:val="00451D97"/>
    <w:rsid w:val="00453395"/>
    <w:rsid w:val="004567A8"/>
    <w:rsid w:val="004708DE"/>
    <w:rsid w:val="00471E85"/>
    <w:rsid w:val="00477BE7"/>
    <w:rsid w:val="004825D8"/>
    <w:rsid w:val="004B4079"/>
    <w:rsid w:val="004D0BC8"/>
    <w:rsid w:val="004E495B"/>
    <w:rsid w:val="004E5E83"/>
    <w:rsid w:val="004F5DC1"/>
    <w:rsid w:val="00504235"/>
    <w:rsid w:val="00505D21"/>
    <w:rsid w:val="00507448"/>
    <w:rsid w:val="00516733"/>
    <w:rsid w:val="00523B07"/>
    <w:rsid w:val="00567727"/>
    <w:rsid w:val="005705BE"/>
    <w:rsid w:val="005733A9"/>
    <w:rsid w:val="005826AE"/>
    <w:rsid w:val="005950A4"/>
    <w:rsid w:val="005A64AC"/>
    <w:rsid w:val="005A7A62"/>
    <w:rsid w:val="005B1817"/>
    <w:rsid w:val="005C3998"/>
    <w:rsid w:val="005D2803"/>
    <w:rsid w:val="005D2B33"/>
    <w:rsid w:val="005E3395"/>
    <w:rsid w:val="005F05F2"/>
    <w:rsid w:val="005F3418"/>
    <w:rsid w:val="00603316"/>
    <w:rsid w:val="00607285"/>
    <w:rsid w:val="0062152B"/>
    <w:rsid w:val="00631B1D"/>
    <w:rsid w:val="0066405E"/>
    <w:rsid w:val="006755DE"/>
    <w:rsid w:val="006868D4"/>
    <w:rsid w:val="0068798A"/>
    <w:rsid w:val="00693106"/>
    <w:rsid w:val="006944C6"/>
    <w:rsid w:val="006B1D17"/>
    <w:rsid w:val="006B69F3"/>
    <w:rsid w:val="006D4AA8"/>
    <w:rsid w:val="006F549D"/>
    <w:rsid w:val="006F6B69"/>
    <w:rsid w:val="00700937"/>
    <w:rsid w:val="0071040A"/>
    <w:rsid w:val="00711657"/>
    <w:rsid w:val="00716EE9"/>
    <w:rsid w:val="0071777A"/>
    <w:rsid w:val="0072234A"/>
    <w:rsid w:val="00740E10"/>
    <w:rsid w:val="00743E9A"/>
    <w:rsid w:val="00746793"/>
    <w:rsid w:val="00750A56"/>
    <w:rsid w:val="00750E2E"/>
    <w:rsid w:val="007620CF"/>
    <w:rsid w:val="007830D9"/>
    <w:rsid w:val="00786978"/>
    <w:rsid w:val="007A2A3F"/>
    <w:rsid w:val="007A30FC"/>
    <w:rsid w:val="007B1C4D"/>
    <w:rsid w:val="007B468D"/>
    <w:rsid w:val="007C1D14"/>
    <w:rsid w:val="007C5032"/>
    <w:rsid w:val="007D0C12"/>
    <w:rsid w:val="00812A7B"/>
    <w:rsid w:val="0081740B"/>
    <w:rsid w:val="008232FC"/>
    <w:rsid w:val="00835F60"/>
    <w:rsid w:val="008519D1"/>
    <w:rsid w:val="00856D4C"/>
    <w:rsid w:val="008655DC"/>
    <w:rsid w:val="008821A0"/>
    <w:rsid w:val="00883497"/>
    <w:rsid w:val="00893A53"/>
    <w:rsid w:val="008A1C81"/>
    <w:rsid w:val="008A50F2"/>
    <w:rsid w:val="008B0000"/>
    <w:rsid w:val="008B31E4"/>
    <w:rsid w:val="008B606A"/>
    <w:rsid w:val="008B7F3D"/>
    <w:rsid w:val="008C0320"/>
    <w:rsid w:val="008F685F"/>
    <w:rsid w:val="00901C11"/>
    <w:rsid w:val="00933045"/>
    <w:rsid w:val="00935DC9"/>
    <w:rsid w:val="00946FA1"/>
    <w:rsid w:val="0094728F"/>
    <w:rsid w:val="00954E32"/>
    <w:rsid w:val="00960ED7"/>
    <w:rsid w:val="00963A3B"/>
    <w:rsid w:val="009710EB"/>
    <w:rsid w:val="00990149"/>
    <w:rsid w:val="00995DDC"/>
    <w:rsid w:val="009A1E2F"/>
    <w:rsid w:val="009A6BBA"/>
    <w:rsid w:val="009B1430"/>
    <w:rsid w:val="009C3AA7"/>
    <w:rsid w:val="009D660B"/>
    <w:rsid w:val="009E68B1"/>
    <w:rsid w:val="009F683F"/>
    <w:rsid w:val="00A00C9D"/>
    <w:rsid w:val="00A059F5"/>
    <w:rsid w:val="00A13717"/>
    <w:rsid w:val="00A22552"/>
    <w:rsid w:val="00A225DA"/>
    <w:rsid w:val="00A27623"/>
    <w:rsid w:val="00A27A05"/>
    <w:rsid w:val="00A41B94"/>
    <w:rsid w:val="00A45290"/>
    <w:rsid w:val="00A50094"/>
    <w:rsid w:val="00A510B6"/>
    <w:rsid w:val="00A819AA"/>
    <w:rsid w:val="00A84EB4"/>
    <w:rsid w:val="00AA550A"/>
    <w:rsid w:val="00AB3F23"/>
    <w:rsid w:val="00AC4C24"/>
    <w:rsid w:val="00AD4283"/>
    <w:rsid w:val="00AD7093"/>
    <w:rsid w:val="00AE5B67"/>
    <w:rsid w:val="00AE6DBE"/>
    <w:rsid w:val="00AF05B6"/>
    <w:rsid w:val="00AF66FB"/>
    <w:rsid w:val="00B30F02"/>
    <w:rsid w:val="00B344E3"/>
    <w:rsid w:val="00B34E4A"/>
    <w:rsid w:val="00B37044"/>
    <w:rsid w:val="00B37174"/>
    <w:rsid w:val="00B41918"/>
    <w:rsid w:val="00B4383D"/>
    <w:rsid w:val="00B46E93"/>
    <w:rsid w:val="00B542A8"/>
    <w:rsid w:val="00B54B7B"/>
    <w:rsid w:val="00B77EC2"/>
    <w:rsid w:val="00BA7155"/>
    <w:rsid w:val="00BA75F8"/>
    <w:rsid w:val="00BB34BE"/>
    <w:rsid w:val="00BC3F5A"/>
    <w:rsid w:val="00BD0AE9"/>
    <w:rsid w:val="00BF6E5D"/>
    <w:rsid w:val="00C02A43"/>
    <w:rsid w:val="00C227C3"/>
    <w:rsid w:val="00C27B1D"/>
    <w:rsid w:val="00C41045"/>
    <w:rsid w:val="00C46832"/>
    <w:rsid w:val="00C57000"/>
    <w:rsid w:val="00C6109B"/>
    <w:rsid w:val="00C76E39"/>
    <w:rsid w:val="00C805FA"/>
    <w:rsid w:val="00C833F4"/>
    <w:rsid w:val="00C876F9"/>
    <w:rsid w:val="00C96E4C"/>
    <w:rsid w:val="00CA0A7A"/>
    <w:rsid w:val="00CA3DCF"/>
    <w:rsid w:val="00CA607D"/>
    <w:rsid w:val="00CB4212"/>
    <w:rsid w:val="00CB6497"/>
    <w:rsid w:val="00CD57C6"/>
    <w:rsid w:val="00CE0EBD"/>
    <w:rsid w:val="00CE3101"/>
    <w:rsid w:val="00CF291B"/>
    <w:rsid w:val="00D15207"/>
    <w:rsid w:val="00D25DC8"/>
    <w:rsid w:val="00D37529"/>
    <w:rsid w:val="00D4690B"/>
    <w:rsid w:val="00D5347F"/>
    <w:rsid w:val="00D61FFD"/>
    <w:rsid w:val="00D87ED8"/>
    <w:rsid w:val="00D921B4"/>
    <w:rsid w:val="00D9475A"/>
    <w:rsid w:val="00DB3D64"/>
    <w:rsid w:val="00DB6EA0"/>
    <w:rsid w:val="00DB7F96"/>
    <w:rsid w:val="00DC004D"/>
    <w:rsid w:val="00DC27F6"/>
    <w:rsid w:val="00DF37CE"/>
    <w:rsid w:val="00E0247C"/>
    <w:rsid w:val="00E42EF3"/>
    <w:rsid w:val="00E51E4D"/>
    <w:rsid w:val="00E575FB"/>
    <w:rsid w:val="00E63097"/>
    <w:rsid w:val="00E74E98"/>
    <w:rsid w:val="00EA1A52"/>
    <w:rsid w:val="00EC17F7"/>
    <w:rsid w:val="00EC1ABF"/>
    <w:rsid w:val="00EC38DD"/>
    <w:rsid w:val="00ED3D48"/>
    <w:rsid w:val="00EF0F3D"/>
    <w:rsid w:val="00EF464B"/>
    <w:rsid w:val="00F0681D"/>
    <w:rsid w:val="00F0690C"/>
    <w:rsid w:val="00F104A3"/>
    <w:rsid w:val="00F10EA7"/>
    <w:rsid w:val="00F11778"/>
    <w:rsid w:val="00F1339D"/>
    <w:rsid w:val="00F36A49"/>
    <w:rsid w:val="00F41B4F"/>
    <w:rsid w:val="00F47899"/>
    <w:rsid w:val="00F56520"/>
    <w:rsid w:val="00F62B91"/>
    <w:rsid w:val="00F66980"/>
    <w:rsid w:val="00F71FBF"/>
    <w:rsid w:val="00F74931"/>
    <w:rsid w:val="00F75411"/>
    <w:rsid w:val="00F813E7"/>
    <w:rsid w:val="00FA73E0"/>
    <w:rsid w:val="00FB209B"/>
    <w:rsid w:val="00FB3B3D"/>
    <w:rsid w:val="00FC007F"/>
    <w:rsid w:val="00FC1098"/>
    <w:rsid w:val="00FC206C"/>
    <w:rsid w:val="00FE0050"/>
    <w:rsid w:val="00FE2E89"/>
    <w:rsid w:val="00FF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:center;mso-position-horizontal-relative:margin;mso-position-vertical:center;mso-position-vertical-relative:margin" fillcolor="none [1940]" strokecolor="none [1940]">
      <v:fill color="none [1940]"/>
      <v:stroke color="none [1940]" weight="10pt" linestyle="thinThin"/>
      <v:shadow color="#8686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A05"/>
  </w:style>
  <w:style w:type="paragraph" w:styleId="Heading1">
    <w:name w:val="heading 1"/>
    <w:basedOn w:val="Normal"/>
    <w:next w:val="Normal"/>
    <w:link w:val="Heading1Char"/>
    <w:uiPriority w:val="9"/>
    <w:qFormat/>
    <w:rsid w:val="00603316"/>
    <w:pPr>
      <w:keepNext/>
      <w:keepLines/>
      <w:spacing w:before="120" w:after="120"/>
      <w:ind w:left="72" w:right="72"/>
      <w:jc w:val="right"/>
      <w:outlineLvl w:val="0"/>
    </w:pPr>
    <w:rPr>
      <w:rFonts w:asciiTheme="majorHAnsi" w:eastAsiaTheme="majorEastAsia" w:hAnsiTheme="majorHAnsi" w:cstheme="majorBidi"/>
      <w:bCs/>
      <w:color w:val="FFFFFF" w:themeColor="background1"/>
      <w:sz w:val="5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316"/>
    <w:pPr>
      <w:jc w:val="center"/>
      <w:outlineLvl w:val="1"/>
    </w:pPr>
    <w:rPr>
      <w:b/>
      <w:color w:val="FFFFFF" w:themeColor="background1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27A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27A05"/>
    <w:rPr>
      <w:rFonts w:asciiTheme="majorHAnsi" w:eastAsiaTheme="majorEastAsia" w:hAnsiTheme="majorHAnsi" w:cstheme="majorBidi"/>
      <w:b/>
      <w:bCs/>
    </w:rPr>
  </w:style>
  <w:style w:type="paragraph" w:customStyle="1" w:styleId="Dates">
    <w:name w:val="Dates"/>
    <w:basedOn w:val="Normal"/>
    <w:uiPriority w:val="10"/>
    <w:qFormat/>
    <w:rsid w:val="00603316"/>
    <w:pPr>
      <w:jc w:val="right"/>
    </w:pPr>
  </w:style>
  <w:style w:type="character" w:styleId="PlaceholderText">
    <w:name w:val="Placeholder Text"/>
    <w:basedOn w:val="DefaultParagraphFont"/>
    <w:uiPriority w:val="99"/>
    <w:semiHidden/>
    <w:rsid w:val="007869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9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7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1E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basedOn w:val="TableNormal"/>
    <w:uiPriority w:val="65"/>
    <w:rsid w:val="00DC27F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1B6FD" w:themeColor="accent1"/>
        <w:bottom w:val="single" w:sz="8" w:space="0" w:color="31B6F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1B6FD" w:themeColor="accent1"/>
        </w:tcBorders>
      </w:tcPr>
    </w:tblStylePr>
    <w:tblStylePr w:type="lastRow">
      <w:rPr>
        <w:b/>
        <w:bCs/>
        <w:color w:val="073E87" w:themeColor="text2"/>
      </w:rPr>
      <w:tblPr/>
      <w:tcPr>
        <w:tcBorders>
          <w:top w:val="single" w:sz="8" w:space="0" w:color="31B6FD" w:themeColor="accent1"/>
          <w:bottom w:val="single" w:sz="8" w:space="0" w:color="31B6F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1B6FD" w:themeColor="accent1"/>
          <w:bottom w:val="single" w:sz="8" w:space="0" w:color="31B6FD" w:themeColor="accent1"/>
        </w:tcBorders>
      </w:tcPr>
    </w:tblStylePr>
    <w:tblStylePr w:type="band1Vert">
      <w:tblPr/>
      <w:tcPr>
        <w:shd w:val="clear" w:color="auto" w:fill="CBECFE" w:themeFill="accent1" w:themeFillTint="3F"/>
      </w:tcPr>
    </w:tblStylePr>
    <w:tblStylePr w:type="band1Horz">
      <w:tblPr/>
      <w:tcPr>
        <w:shd w:val="clear" w:color="auto" w:fill="CBECFE" w:themeFill="accent1" w:themeFillTint="3F"/>
      </w:tcPr>
    </w:tblStylePr>
  </w:style>
  <w:style w:type="table" w:styleId="MediumGrid1-Accent1">
    <w:name w:val="Medium Grid 1 Accent 1"/>
    <w:basedOn w:val="TableNormal"/>
    <w:uiPriority w:val="67"/>
    <w:rsid w:val="00DC27F6"/>
    <w:tblPr>
      <w:tblStyleRowBandSize w:val="1"/>
      <w:tblStyleColBandSize w:val="1"/>
      <w:tblInd w:w="0" w:type="dxa"/>
      <w:tblBorders>
        <w:top w:val="single" w:sz="8" w:space="0" w:color="64C8FD" w:themeColor="accent1" w:themeTint="BF"/>
        <w:left w:val="single" w:sz="8" w:space="0" w:color="64C8FD" w:themeColor="accent1" w:themeTint="BF"/>
        <w:bottom w:val="single" w:sz="8" w:space="0" w:color="64C8FD" w:themeColor="accent1" w:themeTint="BF"/>
        <w:right w:val="single" w:sz="8" w:space="0" w:color="64C8FD" w:themeColor="accent1" w:themeTint="BF"/>
        <w:insideH w:val="single" w:sz="8" w:space="0" w:color="64C8FD" w:themeColor="accent1" w:themeTint="BF"/>
        <w:insideV w:val="single" w:sz="8" w:space="0" w:color="64C8F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CF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4C8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DAFE" w:themeFill="accent1" w:themeFillTint="7F"/>
      </w:tcPr>
    </w:tblStylePr>
    <w:tblStylePr w:type="band1Horz">
      <w:tblPr/>
      <w:tcPr>
        <w:shd w:val="clear" w:color="auto" w:fill="98DAFE" w:themeFill="accent1" w:themeFillTint="7F"/>
      </w:tcPr>
    </w:tblStylePr>
  </w:style>
  <w:style w:type="paragraph" w:customStyle="1" w:styleId="Event">
    <w:name w:val="Event"/>
    <w:basedOn w:val="Normal"/>
    <w:uiPriority w:val="11"/>
    <w:qFormat/>
    <w:rsid w:val="00F10EA7"/>
    <w:pPr>
      <w:spacing w:before="80" w:line="276" w:lineRule="auto"/>
      <w:jc w:val="right"/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03316"/>
    <w:rPr>
      <w:rFonts w:asciiTheme="majorHAnsi" w:eastAsiaTheme="majorEastAsia" w:hAnsiTheme="majorHAnsi" w:cstheme="majorBidi"/>
      <w:bCs/>
      <w:color w:val="FFFFFF" w:themeColor="background1"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03316"/>
    <w:rPr>
      <w:rFonts w:eastAsia="Times New Roman" w:cs="Times New Roman"/>
      <w:b/>
      <w:color w:val="FFFFFF" w:themeColor="background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A05"/>
  </w:style>
  <w:style w:type="paragraph" w:styleId="Heading1">
    <w:name w:val="heading 1"/>
    <w:basedOn w:val="Normal"/>
    <w:next w:val="Normal"/>
    <w:link w:val="Heading1Char"/>
    <w:uiPriority w:val="9"/>
    <w:qFormat/>
    <w:rsid w:val="00603316"/>
    <w:pPr>
      <w:keepNext/>
      <w:keepLines/>
      <w:spacing w:before="120" w:after="120"/>
      <w:ind w:left="72" w:right="72"/>
      <w:jc w:val="right"/>
      <w:outlineLvl w:val="0"/>
    </w:pPr>
    <w:rPr>
      <w:rFonts w:asciiTheme="majorHAnsi" w:eastAsiaTheme="majorEastAsia" w:hAnsiTheme="majorHAnsi" w:cstheme="majorBidi"/>
      <w:bCs/>
      <w:color w:val="FFFFFF" w:themeColor="background1"/>
      <w:sz w:val="5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316"/>
    <w:pPr>
      <w:jc w:val="center"/>
      <w:outlineLvl w:val="1"/>
    </w:pPr>
    <w:rPr>
      <w:b/>
      <w:color w:val="FFFFFF" w:themeColor="background1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27A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27A05"/>
    <w:rPr>
      <w:rFonts w:asciiTheme="majorHAnsi" w:eastAsiaTheme="majorEastAsia" w:hAnsiTheme="majorHAnsi" w:cstheme="majorBidi"/>
      <w:b/>
      <w:bCs/>
    </w:rPr>
  </w:style>
  <w:style w:type="paragraph" w:customStyle="1" w:styleId="Dates">
    <w:name w:val="Dates"/>
    <w:basedOn w:val="Normal"/>
    <w:uiPriority w:val="10"/>
    <w:qFormat/>
    <w:rsid w:val="00603316"/>
    <w:pPr>
      <w:jc w:val="right"/>
    </w:pPr>
  </w:style>
  <w:style w:type="character" w:styleId="PlaceholderText">
    <w:name w:val="Placeholder Text"/>
    <w:basedOn w:val="DefaultParagraphFont"/>
    <w:uiPriority w:val="99"/>
    <w:semiHidden/>
    <w:rsid w:val="007869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9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7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1E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-Accent11">
    <w:name w:val="Medium List 1 - Accent 11"/>
    <w:basedOn w:val="TableNormal"/>
    <w:uiPriority w:val="65"/>
    <w:rsid w:val="00DC27F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31B6FD" w:themeColor="accent1"/>
        <w:bottom w:val="single" w:sz="8" w:space="0" w:color="31B6F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1B6FD" w:themeColor="accent1"/>
        </w:tcBorders>
      </w:tcPr>
    </w:tblStylePr>
    <w:tblStylePr w:type="lastRow">
      <w:rPr>
        <w:b/>
        <w:bCs/>
        <w:color w:val="073E87" w:themeColor="text2"/>
      </w:rPr>
      <w:tblPr/>
      <w:tcPr>
        <w:tcBorders>
          <w:top w:val="single" w:sz="8" w:space="0" w:color="31B6FD" w:themeColor="accent1"/>
          <w:bottom w:val="single" w:sz="8" w:space="0" w:color="31B6F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1B6FD" w:themeColor="accent1"/>
          <w:bottom w:val="single" w:sz="8" w:space="0" w:color="31B6FD" w:themeColor="accent1"/>
        </w:tcBorders>
      </w:tcPr>
    </w:tblStylePr>
    <w:tblStylePr w:type="band1Vert">
      <w:tblPr/>
      <w:tcPr>
        <w:shd w:val="clear" w:color="auto" w:fill="CBECFE" w:themeFill="accent1" w:themeFillTint="3F"/>
      </w:tcPr>
    </w:tblStylePr>
    <w:tblStylePr w:type="band1Horz">
      <w:tblPr/>
      <w:tcPr>
        <w:shd w:val="clear" w:color="auto" w:fill="CBECFE" w:themeFill="accent1" w:themeFillTint="3F"/>
      </w:tcPr>
    </w:tblStylePr>
  </w:style>
  <w:style w:type="table" w:styleId="MediumGrid1-Accent1">
    <w:name w:val="Medium Grid 1 Accent 1"/>
    <w:basedOn w:val="TableNormal"/>
    <w:uiPriority w:val="67"/>
    <w:rsid w:val="00DC27F6"/>
    <w:tblPr>
      <w:tblStyleRowBandSize w:val="1"/>
      <w:tblStyleColBandSize w:val="1"/>
      <w:tblInd w:w="0" w:type="dxa"/>
      <w:tblBorders>
        <w:top w:val="single" w:sz="8" w:space="0" w:color="64C8FD" w:themeColor="accent1" w:themeTint="BF"/>
        <w:left w:val="single" w:sz="8" w:space="0" w:color="64C8FD" w:themeColor="accent1" w:themeTint="BF"/>
        <w:bottom w:val="single" w:sz="8" w:space="0" w:color="64C8FD" w:themeColor="accent1" w:themeTint="BF"/>
        <w:right w:val="single" w:sz="8" w:space="0" w:color="64C8FD" w:themeColor="accent1" w:themeTint="BF"/>
        <w:insideH w:val="single" w:sz="8" w:space="0" w:color="64C8FD" w:themeColor="accent1" w:themeTint="BF"/>
        <w:insideV w:val="single" w:sz="8" w:space="0" w:color="64C8F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CF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4C8F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DAFE" w:themeFill="accent1" w:themeFillTint="7F"/>
      </w:tcPr>
    </w:tblStylePr>
    <w:tblStylePr w:type="band1Horz">
      <w:tblPr/>
      <w:tcPr>
        <w:shd w:val="clear" w:color="auto" w:fill="98DAFE" w:themeFill="accent1" w:themeFillTint="7F"/>
      </w:tcPr>
    </w:tblStylePr>
  </w:style>
  <w:style w:type="paragraph" w:customStyle="1" w:styleId="Event">
    <w:name w:val="Event"/>
    <w:basedOn w:val="Normal"/>
    <w:uiPriority w:val="11"/>
    <w:qFormat/>
    <w:rsid w:val="00F10EA7"/>
    <w:pPr>
      <w:spacing w:before="80" w:line="276" w:lineRule="auto"/>
      <w:jc w:val="right"/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03316"/>
    <w:rPr>
      <w:rFonts w:asciiTheme="majorHAnsi" w:eastAsiaTheme="majorEastAsia" w:hAnsiTheme="majorHAnsi" w:cstheme="majorBidi"/>
      <w:bCs/>
      <w:color w:val="FFFFFF" w:themeColor="background1"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03316"/>
    <w:rPr>
      <w:rFonts w:eastAsia="Times New Roman" w:cs="Times New Roman"/>
      <w:b/>
      <w:color w:val="FFFFFF" w:themeColor="background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gx:84l6kxkx65s78_g8vmhgs0gr0000gn:T:TC027408449991" TargetMode="External"/></Relationships>
</file>

<file path=word/theme/theme1.xml><?xml version="1.0" encoding="utf-8"?>
<a:theme xmlns:a="http://schemas.openxmlformats.org/drawingml/2006/main" name="Office Theme">
  <a:themeElements>
    <a:clrScheme name="Wavefor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8513-C505-4B8F-B8A9-6538D31AD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89480-8823-6D45-9BD2-BB26F8EE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TC027408449991</Template>
  <TotalTime>0</TotalTime>
  <Pages>3</Pages>
  <Words>128</Words>
  <Characters>736</Characters>
  <Application>Microsoft Macintosh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2011-10-12T16:20:00Z</dcterms:created>
  <dcterms:modified xsi:type="dcterms:W3CDTF">2011-10-12T16:42:00Z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TC027408449991</vt:lpwstr>
  </property>
</Properties>
</file>